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F258" w14:textId="77777777" w:rsidR="0093322F" w:rsidRDefault="0093322F" w:rsidP="0093322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CF3EEA4" w14:textId="77777777" w:rsidR="0093322F" w:rsidRDefault="0093322F" w:rsidP="001241D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516C6CC" w14:textId="77777777" w:rsidR="001241DD" w:rsidRPr="00F96619" w:rsidRDefault="001241DD" w:rsidP="001241D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96619">
        <w:rPr>
          <w:rFonts w:ascii="Corbel" w:hAnsi="Corbel"/>
          <w:b/>
          <w:smallCaps/>
          <w:sz w:val="24"/>
          <w:szCs w:val="24"/>
        </w:rPr>
        <w:t>SYLABUS</w:t>
      </w:r>
    </w:p>
    <w:p w14:paraId="55D542F2" w14:textId="3B2A2BC5" w:rsidR="001241DD" w:rsidRPr="00F96619" w:rsidRDefault="001241DD" w:rsidP="001241D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96619">
        <w:rPr>
          <w:rFonts w:ascii="Corbel" w:hAnsi="Corbel"/>
          <w:b/>
          <w:smallCaps/>
          <w:sz w:val="24"/>
          <w:szCs w:val="24"/>
        </w:rPr>
        <w:t>dotyczy cyklu kształcenia</w:t>
      </w:r>
      <w:r w:rsidRPr="00F96619">
        <w:rPr>
          <w:rFonts w:ascii="Corbel" w:hAnsi="Corbel"/>
          <w:i/>
          <w:smallCaps/>
          <w:sz w:val="24"/>
          <w:szCs w:val="24"/>
        </w:rPr>
        <w:t xml:space="preserve"> </w:t>
      </w:r>
      <w:r w:rsidRPr="00F96619">
        <w:rPr>
          <w:rFonts w:ascii="Corbel" w:hAnsi="Corbel"/>
          <w:b/>
          <w:smallCaps/>
          <w:sz w:val="24"/>
          <w:szCs w:val="24"/>
        </w:rPr>
        <w:t>202</w:t>
      </w:r>
      <w:r w:rsidR="005A1A6F">
        <w:rPr>
          <w:rFonts w:ascii="Corbel" w:hAnsi="Corbel"/>
          <w:b/>
          <w:smallCaps/>
          <w:sz w:val="24"/>
          <w:szCs w:val="24"/>
        </w:rPr>
        <w:t>5</w:t>
      </w:r>
      <w:r w:rsidRPr="00F96619">
        <w:rPr>
          <w:rFonts w:ascii="Corbel" w:hAnsi="Corbel"/>
          <w:b/>
          <w:smallCaps/>
          <w:sz w:val="24"/>
          <w:szCs w:val="24"/>
        </w:rPr>
        <w:t xml:space="preserve"> - 20</w:t>
      </w:r>
      <w:r w:rsidR="005A1A6F">
        <w:rPr>
          <w:rFonts w:ascii="Corbel" w:hAnsi="Corbel"/>
          <w:b/>
          <w:smallCaps/>
          <w:sz w:val="24"/>
          <w:szCs w:val="24"/>
        </w:rPr>
        <w:t>30</w:t>
      </w:r>
    </w:p>
    <w:p w14:paraId="63A1D401" w14:textId="7E1DDBA5" w:rsidR="005A1A6F" w:rsidRDefault="005A1A6F" w:rsidP="005A1A6F">
      <w:pPr>
        <w:spacing w:after="0" w:line="240" w:lineRule="auto"/>
        <w:ind w:left="1416"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</w:t>
      </w:r>
      <w:r w:rsidR="001241DD" w:rsidRPr="00F96619">
        <w:rPr>
          <w:rFonts w:ascii="Corbel" w:hAnsi="Corbel"/>
          <w:sz w:val="24"/>
          <w:szCs w:val="24"/>
        </w:rPr>
        <w:t xml:space="preserve">Rok akademicki </w:t>
      </w:r>
      <w:r w:rsidR="001241DD" w:rsidRPr="00F96619">
        <w:rPr>
          <w:rFonts w:ascii="Corbel" w:hAnsi="Corbel"/>
          <w:b/>
          <w:sz w:val="24"/>
          <w:szCs w:val="24"/>
        </w:rPr>
        <w:t>202</w:t>
      </w:r>
      <w:r>
        <w:rPr>
          <w:rFonts w:ascii="Corbel" w:hAnsi="Corbel"/>
          <w:b/>
          <w:sz w:val="24"/>
          <w:szCs w:val="24"/>
        </w:rPr>
        <w:t>8</w:t>
      </w:r>
      <w:r w:rsidR="001241DD" w:rsidRPr="00F96619">
        <w:rPr>
          <w:rFonts w:ascii="Corbel" w:hAnsi="Corbel"/>
          <w:b/>
          <w:sz w:val="24"/>
          <w:szCs w:val="24"/>
        </w:rPr>
        <w:t>/20</w:t>
      </w:r>
      <w:r w:rsidR="00BE6E34">
        <w:rPr>
          <w:rFonts w:ascii="Corbel" w:hAnsi="Corbel"/>
          <w:b/>
          <w:sz w:val="24"/>
          <w:szCs w:val="24"/>
        </w:rPr>
        <w:t>2</w:t>
      </w:r>
      <w:r>
        <w:rPr>
          <w:rFonts w:ascii="Corbel" w:hAnsi="Corbel"/>
          <w:b/>
          <w:sz w:val="24"/>
          <w:szCs w:val="24"/>
        </w:rPr>
        <w:t>9</w:t>
      </w:r>
      <w:r w:rsidR="00445970" w:rsidRPr="00F96619">
        <w:rPr>
          <w:rFonts w:ascii="Corbel" w:hAnsi="Corbel"/>
          <w:sz w:val="24"/>
          <w:szCs w:val="24"/>
        </w:rPr>
        <w:tab/>
      </w:r>
    </w:p>
    <w:p w14:paraId="5A9C973B" w14:textId="33C9E6A3" w:rsidR="0085747A" w:rsidRPr="00F96619" w:rsidRDefault="00445970" w:rsidP="005A1A6F">
      <w:pPr>
        <w:spacing w:after="0" w:line="240" w:lineRule="auto"/>
        <w:ind w:left="1416" w:firstLine="708"/>
        <w:jc w:val="center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ab/>
      </w:r>
      <w:r w:rsidRPr="00F96619">
        <w:rPr>
          <w:rFonts w:ascii="Corbel" w:hAnsi="Corbel"/>
          <w:sz w:val="24"/>
          <w:szCs w:val="24"/>
        </w:rPr>
        <w:tab/>
      </w:r>
      <w:r w:rsidRPr="00F96619">
        <w:rPr>
          <w:rFonts w:ascii="Corbel" w:hAnsi="Corbel"/>
          <w:sz w:val="24"/>
          <w:szCs w:val="24"/>
        </w:rPr>
        <w:tab/>
      </w:r>
    </w:p>
    <w:p w14:paraId="4462A73F" w14:textId="77777777" w:rsidR="0085747A" w:rsidRPr="00F9661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96619">
        <w:rPr>
          <w:rFonts w:ascii="Corbel" w:hAnsi="Corbel"/>
          <w:szCs w:val="24"/>
        </w:rPr>
        <w:t xml:space="preserve">1. </w:t>
      </w:r>
      <w:r w:rsidR="0085747A" w:rsidRPr="00F96619">
        <w:rPr>
          <w:rFonts w:ascii="Corbel" w:hAnsi="Corbel"/>
          <w:szCs w:val="24"/>
        </w:rPr>
        <w:t xml:space="preserve">Podstawowe </w:t>
      </w:r>
      <w:r w:rsidR="00445970" w:rsidRPr="00F9661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96619" w14:paraId="32B371F7" w14:textId="77777777" w:rsidTr="00B819C8">
        <w:tc>
          <w:tcPr>
            <w:tcW w:w="2694" w:type="dxa"/>
            <w:vAlign w:val="center"/>
          </w:tcPr>
          <w:p w14:paraId="17B6FC8C" w14:textId="77777777" w:rsidR="0085747A" w:rsidRPr="00F9661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034679" w14:textId="77777777" w:rsidR="0085747A" w:rsidRPr="00F96619" w:rsidRDefault="001241DD" w:rsidP="00BA197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</w:t>
            </w:r>
            <w:r w:rsidR="00BB1811" w:rsidRPr="00F96619">
              <w:rPr>
                <w:rFonts w:ascii="Corbel" w:hAnsi="Corbel"/>
                <w:sz w:val="24"/>
                <w:szCs w:val="24"/>
              </w:rPr>
              <w:t>achowania trudne osób z niepełnosprawnością intelektualną</w:t>
            </w:r>
          </w:p>
        </w:tc>
      </w:tr>
      <w:tr w:rsidR="001241DD" w:rsidRPr="00F96619" w14:paraId="28F7D2B0" w14:textId="77777777" w:rsidTr="00B819C8">
        <w:tc>
          <w:tcPr>
            <w:tcW w:w="2694" w:type="dxa"/>
            <w:vAlign w:val="center"/>
          </w:tcPr>
          <w:p w14:paraId="2927DAB0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8FD5020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241DD" w:rsidRPr="00F96619" w14:paraId="426657E5" w14:textId="77777777" w:rsidTr="00B819C8">
        <w:tc>
          <w:tcPr>
            <w:tcW w:w="2694" w:type="dxa"/>
            <w:vAlign w:val="center"/>
          </w:tcPr>
          <w:p w14:paraId="465A758A" w14:textId="77777777" w:rsidR="001241DD" w:rsidRPr="00F96619" w:rsidRDefault="001241D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75C138A" w14:textId="35661078" w:rsidR="001241DD" w:rsidRPr="00F96619" w:rsidRDefault="00B53C81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53C8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241DD" w:rsidRPr="00F96619" w14:paraId="544A7016" w14:textId="77777777" w:rsidTr="00B819C8">
        <w:tc>
          <w:tcPr>
            <w:tcW w:w="2694" w:type="dxa"/>
            <w:vAlign w:val="center"/>
          </w:tcPr>
          <w:p w14:paraId="6B46BFF5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3F1D0E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241DD" w:rsidRPr="00F96619" w14:paraId="63B04F31" w14:textId="77777777" w:rsidTr="00B819C8">
        <w:tc>
          <w:tcPr>
            <w:tcW w:w="2694" w:type="dxa"/>
            <w:vAlign w:val="center"/>
          </w:tcPr>
          <w:p w14:paraId="46BAD934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2B783C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241DD" w:rsidRPr="00F96619" w14:paraId="331C19FD" w14:textId="77777777" w:rsidTr="00B819C8">
        <w:tc>
          <w:tcPr>
            <w:tcW w:w="2694" w:type="dxa"/>
            <w:vAlign w:val="center"/>
          </w:tcPr>
          <w:p w14:paraId="7DDAE9E2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4B7032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241DD" w:rsidRPr="00F96619" w14:paraId="78585C48" w14:textId="77777777" w:rsidTr="00B819C8">
        <w:tc>
          <w:tcPr>
            <w:tcW w:w="2694" w:type="dxa"/>
            <w:vAlign w:val="center"/>
          </w:tcPr>
          <w:p w14:paraId="581DC0FF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81D86C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241DD" w:rsidRPr="00F96619" w14:paraId="480CA55C" w14:textId="77777777" w:rsidTr="00B819C8">
        <w:tc>
          <w:tcPr>
            <w:tcW w:w="2694" w:type="dxa"/>
            <w:vAlign w:val="center"/>
          </w:tcPr>
          <w:p w14:paraId="70D92712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BCD38D" w14:textId="26603528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744D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1241DD" w:rsidRPr="00F96619" w14:paraId="0156AED7" w14:textId="77777777" w:rsidTr="00B819C8">
        <w:tc>
          <w:tcPr>
            <w:tcW w:w="2694" w:type="dxa"/>
            <w:vAlign w:val="center"/>
          </w:tcPr>
          <w:p w14:paraId="28308BCC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6FCEA0" w14:textId="77777777" w:rsidR="001241DD" w:rsidRPr="00F96619" w:rsidRDefault="00124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1241DD" w:rsidRPr="00F96619" w14:paraId="129CEE25" w14:textId="77777777" w:rsidTr="00B819C8">
        <w:tc>
          <w:tcPr>
            <w:tcW w:w="2694" w:type="dxa"/>
            <w:vAlign w:val="center"/>
          </w:tcPr>
          <w:p w14:paraId="757E11FE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853DB5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1241DD" w:rsidRPr="00F96619" w14:paraId="169B96C9" w14:textId="77777777" w:rsidTr="00B819C8">
        <w:tc>
          <w:tcPr>
            <w:tcW w:w="2694" w:type="dxa"/>
            <w:vAlign w:val="center"/>
          </w:tcPr>
          <w:p w14:paraId="2968CD6C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49D6E42" w14:textId="77777777" w:rsidR="001241DD" w:rsidRPr="00F96619" w:rsidRDefault="001241DD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1241DD" w:rsidRPr="00F96619" w14:paraId="2EF2A013" w14:textId="77777777" w:rsidTr="00B819C8">
        <w:tc>
          <w:tcPr>
            <w:tcW w:w="2694" w:type="dxa"/>
            <w:vAlign w:val="center"/>
          </w:tcPr>
          <w:p w14:paraId="69F44CB6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2FC057" w14:textId="64F81520" w:rsidR="001241DD" w:rsidRPr="00F96619" w:rsidRDefault="0061289B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  <w:tr w:rsidR="001241DD" w:rsidRPr="00F96619" w14:paraId="4B2763B4" w14:textId="77777777" w:rsidTr="00B819C8">
        <w:tc>
          <w:tcPr>
            <w:tcW w:w="2694" w:type="dxa"/>
            <w:vAlign w:val="center"/>
          </w:tcPr>
          <w:p w14:paraId="2CF3C3E8" w14:textId="77777777" w:rsidR="001241DD" w:rsidRPr="00F96619" w:rsidRDefault="001241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AF6E4E" w14:textId="77777777" w:rsidR="001241DD" w:rsidRPr="00F96619" w:rsidRDefault="001241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128C12A" w14:textId="77777777" w:rsidR="0085747A" w:rsidRPr="00F96619" w:rsidRDefault="0085747A" w:rsidP="00BA1971">
      <w:pPr>
        <w:pStyle w:val="Podpunkty"/>
        <w:ind w:left="0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* </w:t>
      </w:r>
      <w:r w:rsidRPr="00F96619">
        <w:rPr>
          <w:rFonts w:ascii="Corbel" w:hAnsi="Corbel"/>
          <w:i/>
          <w:sz w:val="24"/>
          <w:szCs w:val="24"/>
        </w:rPr>
        <w:t>-</w:t>
      </w:r>
      <w:r w:rsidR="00B90885" w:rsidRPr="00F9661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96619">
        <w:rPr>
          <w:rFonts w:ascii="Corbel" w:hAnsi="Corbel"/>
          <w:b w:val="0"/>
          <w:sz w:val="24"/>
          <w:szCs w:val="24"/>
        </w:rPr>
        <w:t>e,</w:t>
      </w:r>
      <w:r w:rsidRPr="00F96619">
        <w:rPr>
          <w:rFonts w:ascii="Corbel" w:hAnsi="Corbel"/>
          <w:i/>
          <w:sz w:val="24"/>
          <w:szCs w:val="24"/>
        </w:rPr>
        <w:t xml:space="preserve"> </w:t>
      </w:r>
      <w:r w:rsidRPr="00F9661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96619">
        <w:rPr>
          <w:rFonts w:ascii="Corbel" w:hAnsi="Corbel"/>
          <w:b w:val="0"/>
          <w:i/>
          <w:sz w:val="24"/>
          <w:szCs w:val="24"/>
        </w:rPr>
        <w:t>w Jednostce</w:t>
      </w:r>
    </w:p>
    <w:p w14:paraId="53873AC1" w14:textId="77777777" w:rsidR="00923D7D" w:rsidRPr="00F9661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E5D76F" w14:textId="77777777" w:rsidR="00923D7D" w:rsidRPr="00F96619" w:rsidRDefault="0085747A" w:rsidP="001241DD">
      <w:pPr>
        <w:pStyle w:val="Podpunkty"/>
        <w:ind w:left="284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>1.</w:t>
      </w:r>
      <w:r w:rsidR="00E22FBC" w:rsidRPr="00F96619">
        <w:rPr>
          <w:rFonts w:ascii="Corbel" w:hAnsi="Corbel"/>
          <w:sz w:val="24"/>
          <w:szCs w:val="24"/>
        </w:rPr>
        <w:t>1</w:t>
      </w:r>
      <w:r w:rsidRPr="00F9661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F96619" w14:paraId="3D20C14C" w14:textId="77777777" w:rsidTr="001241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5E37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Semestr</w:t>
            </w:r>
          </w:p>
          <w:p w14:paraId="06D95A39" w14:textId="77777777" w:rsidR="00015B8F" w:rsidRPr="00F9661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(</w:t>
            </w:r>
            <w:r w:rsidR="00363F78" w:rsidRPr="00F9661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E1F2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E552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3D8C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1DFE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75F6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2C4C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0F7E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E0AE0" w14:textId="77777777" w:rsidR="00015B8F" w:rsidRPr="00F96619" w:rsidRDefault="001241D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9661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EC65" w14:textId="77777777" w:rsidR="00015B8F" w:rsidRPr="00F9661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96619">
              <w:rPr>
                <w:rFonts w:ascii="Corbel" w:hAnsi="Corbel"/>
                <w:b/>
                <w:szCs w:val="24"/>
              </w:rPr>
              <w:t>Liczba pkt</w:t>
            </w:r>
            <w:r w:rsidR="00B90885" w:rsidRPr="00F96619">
              <w:rPr>
                <w:rFonts w:ascii="Corbel" w:hAnsi="Corbel"/>
                <w:b/>
                <w:szCs w:val="24"/>
              </w:rPr>
              <w:t>.</w:t>
            </w:r>
            <w:r w:rsidRPr="00F9661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96619" w14:paraId="27328147" w14:textId="77777777" w:rsidTr="001241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5BF3" w14:textId="77777777" w:rsidR="00015B8F" w:rsidRPr="00F96619" w:rsidRDefault="001241DD" w:rsidP="001241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3CDD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3BDFC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1BE7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3EF8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5F99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5091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984D" w14:textId="77777777" w:rsidR="00015B8F" w:rsidRPr="00F9661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A2B4" w14:textId="3A843683" w:rsidR="00015B8F" w:rsidRPr="00F96619" w:rsidRDefault="00E570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C056" w14:textId="77777777" w:rsidR="00015B8F" w:rsidRPr="00F96619" w:rsidRDefault="00BB1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96590F" w14:textId="77777777" w:rsidR="00923D7D" w:rsidRPr="00F96619" w:rsidRDefault="00923D7D" w:rsidP="001241D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36D3D" w14:textId="77777777" w:rsidR="0085747A" w:rsidRPr="00F966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>1.</w:t>
      </w:r>
      <w:r w:rsidR="00E22FBC" w:rsidRPr="00F96619">
        <w:rPr>
          <w:rFonts w:ascii="Corbel" w:hAnsi="Corbel"/>
          <w:smallCaps w:val="0"/>
          <w:szCs w:val="24"/>
        </w:rPr>
        <w:t>2</w:t>
      </w:r>
      <w:r w:rsidR="00F83B28" w:rsidRPr="00F96619">
        <w:rPr>
          <w:rFonts w:ascii="Corbel" w:hAnsi="Corbel"/>
          <w:smallCaps w:val="0"/>
          <w:szCs w:val="24"/>
        </w:rPr>
        <w:t>.</w:t>
      </w:r>
      <w:r w:rsidR="00F83B28" w:rsidRPr="00F96619">
        <w:rPr>
          <w:rFonts w:ascii="Corbel" w:hAnsi="Corbel"/>
          <w:smallCaps w:val="0"/>
          <w:szCs w:val="24"/>
        </w:rPr>
        <w:tab/>
      </w:r>
      <w:r w:rsidRPr="00F96619">
        <w:rPr>
          <w:rFonts w:ascii="Corbel" w:hAnsi="Corbel"/>
          <w:smallCaps w:val="0"/>
          <w:szCs w:val="24"/>
        </w:rPr>
        <w:t xml:space="preserve">Sposób realizacji zajęć  </w:t>
      </w:r>
    </w:p>
    <w:p w14:paraId="58E2A05D" w14:textId="77777777" w:rsidR="001241DD" w:rsidRPr="00F96619" w:rsidRDefault="001241DD" w:rsidP="001241D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F96619">
        <w:rPr>
          <w:rFonts w:ascii="Corbel" w:eastAsia="MS Gothic" w:hAnsi="Corbel"/>
          <w:b w:val="0"/>
          <w:szCs w:val="24"/>
        </w:rPr>
        <w:sym w:font="Wingdings" w:char="F078"/>
      </w:r>
      <w:r w:rsidRPr="00F96619">
        <w:rPr>
          <w:rFonts w:ascii="Corbel" w:eastAsia="MS Gothic" w:hAnsi="Corbel"/>
          <w:b w:val="0"/>
          <w:szCs w:val="24"/>
        </w:rPr>
        <w:t xml:space="preserve"> </w:t>
      </w:r>
      <w:r w:rsidRPr="00F9661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92EFC83" w14:textId="77777777" w:rsidR="0085747A" w:rsidRPr="00F9661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96619">
        <w:rPr>
          <w:rFonts w:ascii="MS Gothic" w:eastAsia="MS Gothic" w:hAnsi="MS Gothic" w:cs="MS Gothic" w:hint="eastAsia"/>
          <w:b w:val="0"/>
          <w:szCs w:val="24"/>
        </w:rPr>
        <w:t>☐</w:t>
      </w:r>
      <w:r w:rsidRPr="00F9661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99D034" w14:textId="77777777" w:rsidR="0085747A" w:rsidRPr="00F9661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D557F3" w14:textId="77777777" w:rsidR="009C54AE" w:rsidRPr="00F96619" w:rsidRDefault="00E22FBC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1.3 </w:t>
      </w:r>
      <w:r w:rsidR="00F83B28" w:rsidRPr="00F96619">
        <w:rPr>
          <w:rFonts w:ascii="Corbel" w:hAnsi="Corbel"/>
          <w:smallCaps w:val="0"/>
          <w:szCs w:val="24"/>
        </w:rPr>
        <w:tab/>
      </w:r>
      <w:r w:rsidRPr="00F96619">
        <w:rPr>
          <w:rFonts w:ascii="Corbel" w:hAnsi="Corbel"/>
          <w:smallCaps w:val="0"/>
          <w:szCs w:val="24"/>
        </w:rPr>
        <w:t>For</w:t>
      </w:r>
      <w:r w:rsidR="00445970" w:rsidRPr="00F96619">
        <w:rPr>
          <w:rFonts w:ascii="Corbel" w:hAnsi="Corbel"/>
          <w:smallCaps w:val="0"/>
          <w:szCs w:val="24"/>
        </w:rPr>
        <w:t xml:space="preserve">ma zaliczenia przedmiotu </w:t>
      </w:r>
      <w:r w:rsidRPr="00F96619">
        <w:rPr>
          <w:rFonts w:ascii="Corbel" w:hAnsi="Corbel"/>
          <w:smallCaps w:val="0"/>
          <w:szCs w:val="24"/>
        </w:rPr>
        <w:t xml:space="preserve"> (z toku)</w:t>
      </w:r>
    </w:p>
    <w:p w14:paraId="789BBED2" w14:textId="77777777" w:rsidR="001241DD" w:rsidRPr="00F96619" w:rsidRDefault="001241DD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09F46B50" w14:textId="77777777" w:rsidR="001241DD" w:rsidRPr="00F96619" w:rsidRDefault="001241DD" w:rsidP="001241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00C59AA2" w14:textId="77777777" w:rsidR="00E960BB" w:rsidRPr="00F9661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9661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6619" w14:paraId="56965A0B" w14:textId="77777777" w:rsidTr="00745302">
        <w:tc>
          <w:tcPr>
            <w:tcW w:w="9670" w:type="dxa"/>
          </w:tcPr>
          <w:p w14:paraId="37C9DFAA" w14:textId="77777777" w:rsidR="0085747A" w:rsidRPr="00F96619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 oraz stosowanej analizy zachowania.</w:t>
            </w:r>
          </w:p>
        </w:tc>
      </w:tr>
    </w:tbl>
    <w:p w14:paraId="610942C4" w14:textId="77777777" w:rsidR="00153C41" w:rsidRPr="00F9661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535330" w14:textId="77777777" w:rsidR="0085747A" w:rsidRPr="00F9661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96619">
        <w:rPr>
          <w:rFonts w:ascii="Corbel" w:hAnsi="Corbel"/>
          <w:szCs w:val="24"/>
        </w:rPr>
        <w:t>3.</w:t>
      </w:r>
      <w:r w:rsidR="0085747A" w:rsidRPr="00F96619">
        <w:rPr>
          <w:rFonts w:ascii="Corbel" w:hAnsi="Corbel"/>
          <w:szCs w:val="24"/>
        </w:rPr>
        <w:t xml:space="preserve"> </w:t>
      </w:r>
      <w:r w:rsidR="00A84C85" w:rsidRPr="00F96619">
        <w:rPr>
          <w:rFonts w:ascii="Corbel" w:hAnsi="Corbel"/>
          <w:szCs w:val="24"/>
        </w:rPr>
        <w:t>cele, efekty uczenia się</w:t>
      </w:r>
      <w:r w:rsidR="0085747A" w:rsidRPr="00F96619">
        <w:rPr>
          <w:rFonts w:ascii="Corbel" w:hAnsi="Corbel"/>
          <w:szCs w:val="24"/>
        </w:rPr>
        <w:t xml:space="preserve"> , treści Programowe i stosowane metody Dydaktyczne</w:t>
      </w:r>
    </w:p>
    <w:p w14:paraId="06AB2731" w14:textId="77777777" w:rsidR="00F83B28" w:rsidRPr="00F96619" w:rsidRDefault="0071620A" w:rsidP="001241DD">
      <w:pPr>
        <w:pStyle w:val="Podpunkty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3.1 </w:t>
      </w:r>
      <w:r w:rsidR="00C05F44" w:rsidRPr="00F9661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681"/>
      </w:tblGrid>
      <w:tr w:rsidR="00C24364" w:rsidRPr="00F96619" w14:paraId="1333510E" w14:textId="77777777" w:rsidTr="001241DD">
        <w:tc>
          <w:tcPr>
            <w:tcW w:w="845" w:type="dxa"/>
            <w:vAlign w:val="center"/>
          </w:tcPr>
          <w:p w14:paraId="6F0B329A" w14:textId="77777777" w:rsidR="00C24364" w:rsidRPr="00F96619" w:rsidRDefault="00C24364" w:rsidP="001241D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794" w:type="dxa"/>
          </w:tcPr>
          <w:p w14:paraId="1BA139CE" w14:textId="77777777"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przyczyn, topografii, funkcji zachowań trudnych u osób z niepełnosprawnością intelektualną.</w:t>
            </w:r>
          </w:p>
        </w:tc>
      </w:tr>
      <w:tr w:rsidR="00C24364" w:rsidRPr="00F96619" w14:paraId="7994DA85" w14:textId="77777777" w:rsidTr="001241DD">
        <w:tc>
          <w:tcPr>
            <w:tcW w:w="845" w:type="dxa"/>
            <w:vAlign w:val="center"/>
          </w:tcPr>
          <w:p w14:paraId="32B948EC" w14:textId="77777777" w:rsidR="00C24364" w:rsidRPr="00F96619" w:rsidRDefault="00C24364" w:rsidP="001241D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14:paraId="092F607A" w14:textId="77777777"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analizy funkcjonalnej zachowań trudnych oraz zaznajomienie z metodami ich terapii. </w:t>
            </w:r>
          </w:p>
        </w:tc>
      </w:tr>
      <w:tr w:rsidR="00C24364" w:rsidRPr="00F96619" w14:paraId="02E27303" w14:textId="77777777" w:rsidTr="001241DD">
        <w:tc>
          <w:tcPr>
            <w:tcW w:w="845" w:type="dxa"/>
            <w:vAlign w:val="center"/>
          </w:tcPr>
          <w:p w14:paraId="5E9014FA" w14:textId="77777777" w:rsidR="00C24364" w:rsidRPr="00F96619" w:rsidRDefault="00C24364" w:rsidP="001241D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14:paraId="5881B3FA" w14:textId="77777777" w:rsidR="00C24364" w:rsidRPr="00F96619" w:rsidRDefault="00C24364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 w:val="24"/>
                <w:szCs w:val="24"/>
              </w:rPr>
              <w:t>Zaznajomienie z podstawowymi zasadami etycznymi w pracy terapeutycznej z osobami z niepełnosprawnością intelektualną.</w:t>
            </w:r>
          </w:p>
        </w:tc>
      </w:tr>
    </w:tbl>
    <w:p w14:paraId="4462F0DD" w14:textId="77777777"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BF1FA9" w14:textId="77777777" w:rsidR="001D7B54" w:rsidRPr="00F96619" w:rsidRDefault="009F4610" w:rsidP="001241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t xml:space="preserve">3.2 </w:t>
      </w:r>
      <w:r w:rsidR="001D7B54" w:rsidRPr="00F96619">
        <w:rPr>
          <w:rFonts w:ascii="Corbel" w:hAnsi="Corbel"/>
          <w:b/>
          <w:sz w:val="24"/>
          <w:szCs w:val="24"/>
        </w:rPr>
        <w:t xml:space="preserve">Efekty </w:t>
      </w:r>
      <w:r w:rsidR="00C05F44" w:rsidRPr="00F966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96619">
        <w:rPr>
          <w:rFonts w:ascii="Corbel" w:hAnsi="Corbel"/>
          <w:b/>
          <w:sz w:val="24"/>
          <w:szCs w:val="24"/>
        </w:rPr>
        <w:t>dla przedmiotu</w:t>
      </w:r>
      <w:r w:rsidR="00445970" w:rsidRPr="00F9661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882"/>
        <w:gridCol w:w="1974"/>
      </w:tblGrid>
      <w:tr w:rsidR="0085747A" w:rsidRPr="00F96619" w14:paraId="030E0E61" w14:textId="77777777" w:rsidTr="001241DD">
        <w:tc>
          <w:tcPr>
            <w:tcW w:w="1681" w:type="dxa"/>
            <w:vAlign w:val="center"/>
          </w:tcPr>
          <w:p w14:paraId="192E6AEB" w14:textId="77777777" w:rsidR="0085747A" w:rsidRPr="00F9661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9661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9661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4C868A7" w14:textId="77777777" w:rsidR="0085747A" w:rsidRPr="00F966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376399BF" w14:textId="77777777" w:rsidR="0085747A" w:rsidRPr="00F9661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9661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241DD" w:rsidRPr="00F96619" w14:paraId="2B7B6916" w14:textId="77777777" w:rsidTr="001241DD">
        <w:tc>
          <w:tcPr>
            <w:tcW w:w="1681" w:type="dxa"/>
            <w:vAlign w:val="center"/>
          </w:tcPr>
          <w:p w14:paraId="4D4A587C" w14:textId="77777777" w:rsidR="001241DD" w:rsidRPr="00F96619" w:rsidRDefault="001241D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38315E33" w14:textId="77777777" w:rsidR="001241DD" w:rsidRPr="00F96619" w:rsidRDefault="001241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58F78A24" w14:textId="77777777" w:rsidR="001241DD" w:rsidRPr="00F96619" w:rsidRDefault="001241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96619" w14:paraId="3168AEC6" w14:textId="77777777" w:rsidTr="001241DD">
        <w:tc>
          <w:tcPr>
            <w:tcW w:w="1681" w:type="dxa"/>
            <w:vAlign w:val="center"/>
          </w:tcPr>
          <w:p w14:paraId="387B3AF2" w14:textId="77777777"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A913A77" w14:textId="77777777" w:rsidR="0085747A" w:rsidRPr="00F96619" w:rsidRDefault="008421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Scharakteryzuje problematykę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zachowań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>trudnych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dzieci i młodzieży z niepełnosprawnością intelektualną, metod ich terapii oraz 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proces ewaluacji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607CDE4A" w14:textId="77777777" w:rsidR="0085747A" w:rsidRPr="00F96619" w:rsidRDefault="00E25656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PS.W5.</w:t>
            </w:r>
          </w:p>
        </w:tc>
      </w:tr>
      <w:tr w:rsidR="0085747A" w:rsidRPr="00F96619" w14:paraId="66A9D82E" w14:textId="77777777" w:rsidTr="001241DD">
        <w:tc>
          <w:tcPr>
            <w:tcW w:w="1681" w:type="dxa"/>
            <w:vAlign w:val="center"/>
          </w:tcPr>
          <w:p w14:paraId="1805BF5E" w14:textId="77777777"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F8B4008" w14:textId="77777777" w:rsidR="0085747A" w:rsidRPr="00F96619" w:rsidRDefault="001637E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mówi współczesne metody diagnozy zachowań trudnych dzieci i młodzieży z uwzględnieniem aktualnych metod i narzędzi oceny.</w:t>
            </w:r>
          </w:p>
        </w:tc>
        <w:tc>
          <w:tcPr>
            <w:tcW w:w="1984" w:type="dxa"/>
            <w:vAlign w:val="center"/>
          </w:tcPr>
          <w:p w14:paraId="0C24464E" w14:textId="77777777" w:rsidR="0085747A" w:rsidRPr="00F96619" w:rsidRDefault="00E25656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PS.W9.</w:t>
            </w:r>
          </w:p>
        </w:tc>
      </w:tr>
      <w:tr w:rsidR="00360142" w:rsidRPr="00F96619" w14:paraId="19CACBE1" w14:textId="77777777" w:rsidTr="001241DD">
        <w:tc>
          <w:tcPr>
            <w:tcW w:w="1681" w:type="dxa"/>
            <w:vAlign w:val="center"/>
          </w:tcPr>
          <w:p w14:paraId="1CD73F3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A201E5" w14:textId="77777777"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zagadnienie 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wpływ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czynników środowiskowych, biomedycznych na zachowanie dzieci i młodzieży z niepełnosprawnością intelektualną, </w:t>
            </w:r>
            <w:r w:rsidR="00842163" w:rsidRPr="00F96619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86345" w:rsidRPr="00F96619">
              <w:rPr>
                <w:rFonts w:ascii="Corbel" w:hAnsi="Corbel"/>
                <w:b w:val="0"/>
                <w:smallCaps w:val="0"/>
                <w:szCs w:val="24"/>
              </w:rPr>
              <w:t>charakteryzuje zależności pomiędzy zachowaniem a reakcjami otoczenia na zachowanie.</w:t>
            </w:r>
          </w:p>
        </w:tc>
        <w:tc>
          <w:tcPr>
            <w:tcW w:w="1984" w:type="dxa"/>
            <w:vAlign w:val="center"/>
          </w:tcPr>
          <w:p w14:paraId="4A2F75E6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PS.W11.</w:t>
            </w:r>
          </w:p>
        </w:tc>
      </w:tr>
      <w:tr w:rsidR="00360142" w:rsidRPr="00F96619" w14:paraId="0007850E" w14:textId="77777777" w:rsidTr="001241DD">
        <w:tc>
          <w:tcPr>
            <w:tcW w:w="1681" w:type="dxa"/>
            <w:vAlign w:val="center"/>
          </w:tcPr>
          <w:p w14:paraId="13FC299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BD552B0" w14:textId="77777777" w:rsidR="00360142" w:rsidRPr="00F96619" w:rsidRDefault="001637ED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E178AB" w:rsidRPr="00F9661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sytuacje wychowawcze w kontekście występowania zachowań trudnych dzieci i młodzieży z niepełnosprawnością intelektualną wykorzystując różne metody zbierania danych.</w:t>
            </w:r>
          </w:p>
        </w:tc>
        <w:tc>
          <w:tcPr>
            <w:tcW w:w="1984" w:type="dxa"/>
            <w:vAlign w:val="center"/>
          </w:tcPr>
          <w:p w14:paraId="51D1FDE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PS.U4.</w:t>
            </w:r>
          </w:p>
        </w:tc>
      </w:tr>
      <w:tr w:rsidR="00360142" w:rsidRPr="00F96619" w14:paraId="62B45E12" w14:textId="77777777" w:rsidTr="001241DD">
        <w:tc>
          <w:tcPr>
            <w:tcW w:w="1681" w:type="dxa"/>
            <w:vAlign w:val="center"/>
          </w:tcPr>
          <w:p w14:paraId="3B882BA6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1FF56AB" w14:textId="77777777"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Zap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rojektuje działania proaktywne, 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organiz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środowisko ucznia się w sposób sprzyjający 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>zaspokajaniu specjalnych potrzeb edukacyjnych uczniów z niepełnosprawnością intelektualną.</w:t>
            </w:r>
          </w:p>
        </w:tc>
        <w:tc>
          <w:tcPr>
            <w:tcW w:w="1984" w:type="dxa"/>
            <w:vAlign w:val="center"/>
          </w:tcPr>
          <w:p w14:paraId="6BACE404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PS.U5.</w:t>
            </w:r>
          </w:p>
        </w:tc>
      </w:tr>
      <w:tr w:rsidR="00360142" w:rsidRPr="00F96619" w14:paraId="375DC04E" w14:textId="77777777" w:rsidTr="001241DD">
        <w:tc>
          <w:tcPr>
            <w:tcW w:w="1681" w:type="dxa"/>
            <w:vAlign w:val="center"/>
          </w:tcPr>
          <w:p w14:paraId="3C89B2A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9988465" w14:textId="77777777"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>aprojekt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działania</w:t>
            </w:r>
            <w:r w:rsidR="00853E55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diagnostyczne i</w:t>
            </w:r>
            <w:r w:rsidR="007D551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terapeutyczne mające na celu modyfikację zachowań trudnych, oraz dokona ich ewaluacji.</w:t>
            </w:r>
          </w:p>
        </w:tc>
        <w:tc>
          <w:tcPr>
            <w:tcW w:w="1984" w:type="dxa"/>
            <w:vAlign w:val="center"/>
          </w:tcPr>
          <w:p w14:paraId="3B1BDF99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360142" w:rsidRPr="00F96619" w14:paraId="3506720E" w14:textId="77777777" w:rsidTr="001241DD">
        <w:tc>
          <w:tcPr>
            <w:tcW w:w="1681" w:type="dxa"/>
            <w:vAlign w:val="center"/>
          </w:tcPr>
          <w:p w14:paraId="22A7545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085C606F" w14:textId="77777777" w:rsidR="00360142" w:rsidRPr="00F96619" w:rsidRDefault="00853E55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</w:t>
            </w:r>
            <w:r w:rsidR="001D17A2"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budowania 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zespołu terapeutycznego, oraz włączenia rodziny i opiekunów w program oddziaływań terapeutycznych. </w:t>
            </w:r>
          </w:p>
        </w:tc>
        <w:tc>
          <w:tcPr>
            <w:tcW w:w="1984" w:type="dxa"/>
            <w:vAlign w:val="center"/>
          </w:tcPr>
          <w:p w14:paraId="5AEC4456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PS.K2.</w:t>
            </w:r>
          </w:p>
        </w:tc>
      </w:tr>
      <w:tr w:rsidR="00360142" w:rsidRPr="00F96619" w14:paraId="0DD5773C" w14:textId="77777777" w:rsidTr="001241DD">
        <w:tc>
          <w:tcPr>
            <w:tcW w:w="1681" w:type="dxa"/>
            <w:vAlign w:val="center"/>
          </w:tcPr>
          <w:p w14:paraId="5352629E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A9E37F1" w14:textId="77777777" w:rsidR="00360142" w:rsidRPr="00F96619" w:rsidRDefault="001637ED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A46BDA" w:rsidRPr="00F96619">
              <w:rPr>
                <w:rFonts w:ascii="Corbel" w:hAnsi="Corbel"/>
                <w:b w:val="0"/>
                <w:smallCaps w:val="0"/>
                <w:szCs w:val="24"/>
              </w:rPr>
              <w:t>omunikuje się i porozumiewa z zespołem specjalistów w planowaniu i realizowaniu interwencji terapeutycznych. Stosuje się do norm moralnych i etycznych.</w:t>
            </w:r>
          </w:p>
        </w:tc>
        <w:tc>
          <w:tcPr>
            <w:tcW w:w="1984" w:type="dxa"/>
            <w:vAlign w:val="center"/>
          </w:tcPr>
          <w:p w14:paraId="42D4EBA5" w14:textId="77777777" w:rsidR="00360142" w:rsidRPr="00F96619" w:rsidRDefault="0036014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PS.K3.</w:t>
            </w:r>
          </w:p>
          <w:p w14:paraId="7D6103A3" w14:textId="77777777" w:rsidR="00A46BDA" w:rsidRPr="00F96619" w:rsidRDefault="00A46BD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B56B2" w:rsidRPr="00F96619" w14:paraId="1384B651" w14:textId="77777777" w:rsidTr="001241DD">
        <w:tc>
          <w:tcPr>
            <w:tcW w:w="1681" w:type="dxa"/>
            <w:vAlign w:val="center"/>
          </w:tcPr>
          <w:p w14:paraId="514BE561" w14:textId="77777777" w:rsidR="00EB56B2" w:rsidRPr="00F96619" w:rsidRDefault="00DC68AB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67AB96FF" w14:textId="77777777" w:rsidR="00EB56B2" w:rsidRPr="00F96619" w:rsidRDefault="00DC68AB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Scharakteryzuje sposoby dialogowego rozwiązywania konfliktów oraz stosowania strategii proaktywnych w celu tworzenia dobrej atmosfery w środowisku szkolnym i pozaszkolnym.</w:t>
            </w:r>
          </w:p>
        </w:tc>
        <w:tc>
          <w:tcPr>
            <w:tcW w:w="1984" w:type="dxa"/>
            <w:vAlign w:val="center"/>
          </w:tcPr>
          <w:p w14:paraId="3CCCAFE5" w14:textId="77777777" w:rsidR="00EB56B2" w:rsidRPr="00F96619" w:rsidRDefault="00EB56B2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96619">
              <w:rPr>
                <w:rFonts w:ascii="Corbel" w:hAnsi="Corbel"/>
                <w:b w:val="0"/>
                <w:bCs/>
                <w:szCs w:val="24"/>
              </w:rPr>
              <w:t>PS.K4</w:t>
            </w:r>
          </w:p>
        </w:tc>
      </w:tr>
    </w:tbl>
    <w:p w14:paraId="6552F7E6" w14:textId="77777777"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FD0E6B" w14:textId="77777777" w:rsidR="001241DD" w:rsidRPr="00F9661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96619">
        <w:rPr>
          <w:rFonts w:ascii="Corbel" w:hAnsi="Corbel"/>
          <w:b/>
          <w:sz w:val="24"/>
          <w:szCs w:val="24"/>
        </w:rPr>
        <w:t xml:space="preserve"> </w:t>
      </w:r>
      <w:r w:rsidR="0085747A" w:rsidRPr="00F96619">
        <w:rPr>
          <w:rFonts w:ascii="Corbel" w:hAnsi="Corbel"/>
          <w:b/>
          <w:sz w:val="24"/>
          <w:szCs w:val="24"/>
        </w:rPr>
        <w:t>T</w:t>
      </w:r>
      <w:r w:rsidR="001D7B54" w:rsidRPr="00F9661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96619">
        <w:rPr>
          <w:rFonts w:ascii="Corbel" w:hAnsi="Corbel"/>
          <w:sz w:val="24"/>
          <w:szCs w:val="24"/>
        </w:rPr>
        <w:t xml:space="preserve"> </w:t>
      </w:r>
    </w:p>
    <w:p w14:paraId="191EECE0" w14:textId="77777777" w:rsidR="001241DD" w:rsidRPr="00F96619" w:rsidRDefault="0085747A" w:rsidP="008F24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 xml:space="preserve">Problematyka wykładu </w:t>
      </w:r>
      <w:r w:rsidR="008F2486" w:rsidRPr="00F96619">
        <w:rPr>
          <w:rFonts w:ascii="Corbel" w:hAnsi="Corbel"/>
          <w:sz w:val="24"/>
          <w:szCs w:val="24"/>
        </w:rPr>
        <w:t xml:space="preserve">- </w:t>
      </w:r>
      <w:r w:rsidR="001241DD" w:rsidRPr="00F96619">
        <w:rPr>
          <w:rFonts w:ascii="Corbel" w:hAnsi="Corbel"/>
          <w:sz w:val="24"/>
          <w:szCs w:val="24"/>
        </w:rPr>
        <w:t>nie dotyczy</w:t>
      </w:r>
    </w:p>
    <w:p w14:paraId="52720439" w14:textId="77777777" w:rsidR="001241DD" w:rsidRPr="00F96619" w:rsidRDefault="001241DD" w:rsidP="001241D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96619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6619" w14:paraId="02FEC71F" w14:textId="77777777" w:rsidTr="002D64DB">
        <w:tc>
          <w:tcPr>
            <w:tcW w:w="9639" w:type="dxa"/>
          </w:tcPr>
          <w:p w14:paraId="7B18D70B" w14:textId="77777777" w:rsidR="0085747A" w:rsidRPr="00F966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Treści merytoryczne</w:t>
            </w:r>
            <w:r w:rsidR="001241DD" w:rsidRPr="00F9661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F96619" w14:paraId="704A5205" w14:textId="77777777" w:rsidTr="002D64DB">
        <w:tc>
          <w:tcPr>
            <w:tcW w:w="9639" w:type="dxa"/>
          </w:tcPr>
          <w:p w14:paraId="0329A923" w14:textId="77777777" w:rsidR="0085747A" w:rsidRPr="00F96619" w:rsidRDefault="007D55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Wprowadzenie w problematykę zachowań trudnych – wyjaśnienie podstawowych terminów</w:t>
            </w:r>
            <w:r w:rsidR="00893027" w:rsidRPr="00F96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1DD" w:rsidRPr="00F96619" w14:paraId="2F98EF55" w14:textId="77777777" w:rsidTr="002D64DB">
        <w:tc>
          <w:tcPr>
            <w:tcW w:w="9639" w:type="dxa"/>
          </w:tcPr>
          <w:p w14:paraId="6E398464" w14:textId="77777777" w:rsidR="001241DD" w:rsidRPr="00F96619" w:rsidRDefault="001241D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Kryteria oceny zachowań trudnych. Definiowanie zachowań trudnych.</w:t>
            </w:r>
          </w:p>
        </w:tc>
      </w:tr>
      <w:tr w:rsidR="00893027" w:rsidRPr="00F96619" w14:paraId="57921146" w14:textId="77777777" w:rsidTr="002D64DB">
        <w:tc>
          <w:tcPr>
            <w:tcW w:w="9639" w:type="dxa"/>
          </w:tcPr>
          <w:p w14:paraId="1922653A" w14:textId="77777777" w:rsidR="00893027" w:rsidRPr="00F96619" w:rsidRDefault="00893027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Prawne i organizacyjne podstawy modyfikacji zachowań trudnych.</w:t>
            </w:r>
          </w:p>
        </w:tc>
      </w:tr>
      <w:tr w:rsidR="001241DD" w:rsidRPr="00F96619" w14:paraId="33364007" w14:textId="77777777" w:rsidTr="002D64DB">
        <w:tc>
          <w:tcPr>
            <w:tcW w:w="9639" w:type="dxa"/>
          </w:tcPr>
          <w:p w14:paraId="19AD94E8" w14:textId="77777777" w:rsidR="001241DD" w:rsidRPr="00F96619" w:rsidRDefault="001241DD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Rodzaje zachowań trudnych u osób z niepełnosprawnością.</w:t>
            </w:r>
          </w:p>
        </w:tc>
      </w:tr>
      <w:tr w:rsidR="00893027" w:rsidRPr="00F96619" w14:paraId="02F345F7" w14:textId="77777777" w:rsidTr="002D64DB">
        <w:tc>
          <w:tcPr>
            <w:tcW w:w="9639" w:type="dxa"/>
          </w:tcPr>
          <w:p w14:paraId="43432BC7" w14:textId="77777777" w:rsidR="00893027" w:rsidRPr="00F96619" w:rsidRDefault="00893027" w:rsidP="008930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Zachowania trudne u osób z niepełnosprawnością intelektualną – charakterystyka.</w:t>
            </w:r>
          </w:p>
        </w:tc>
      </w:tr>
      <w:tr w:rsidR="00893027" w:rsidRPr="00F96619" w14:paraId="44B61A1E" w14:textId="77777777" w:rsidTr="002D64DB">
        <w:tc>
          <w:tcPr>
            <w:tcW w:w="9639" w:type="dxa"/>
          </w:tcPr>
          <w:p w14:paraId="49CFD1F2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Kontekst środowiskowych zachowań trudnych.</w:t>
            </w:r>
          </w:p>
        </w:tc>
      </w:tr>
      <w:tr w:rsidR="00893027" w:rsidRPr="00F96619" w14:paraId="4B87BF4B" w14:textId="77777777" w:rsidTr="002D64DB">
        <w:tc>
          <w:tcPr>
            <w:tcW w:w="9639" w:type="dxa"/>
          </w:tcPr>
          <w:p w14:paraId="1914BC47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Kontekst osobisty zachowań trudnych.</w:t>
            </w:r>
          </w:p>
        </w:tc>
      </w:tr>
      <w:tr w:rsidR="00893027" w:rsidRPr="00F96619" w14:paraId="0B376229" w14:textId="77777777" w:rsidTr="002D64DB">
        <w:tc>
          <w:tcPr>
            <w:tcW w:w="9639" w:type="dxa"/>
          </w:tcPr>
          <w:p w14:paraId="31C26F5F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Podstawy teoretyczne analizy funkcjonalnej zachowań trudnych.</w:t>
            </w:r>
          </w:p>
        </w:tc>
      </w:tr>
      <w:tr w:rsidR="00893027" w:rsidRPr="00F96619" w14:paraId="0EDC010A" w14:textId="77777777" w:rsidTr="002D64DB">
        <w:tc>
          <w:tcPr>
            <w:tcW w:w="9639" w:type="dxa"/>
          </w:tcPr>
          <w:p w14:paraId="66BD7FC8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intelektualną. Tworzenie zespołu wdrażającego interwencję.</w:t>
            </w:r>
          </w:p>
        </w:tc>
      </w:tr>
      <w:tr w:rsidR="00893027" w:rsidRPr="00F96619" w14:paraId="5FE3C3C0" w14:textId="77777777" w:rsidTr="002D64DB">
        <w:tc>
          <w:tcPr>
            <w:tcW w:w="9639" w:type="dxa"/>
          </w:tcPr>
          <w:p w14:paraId="292086E5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Współpraca specjalistów z rodzicami jako warunek efektywnej modyfikacji zachowań trudnych dzieci z niepełnosprawnością intelektualną.</w:t>
            </w:r>
          </w:p>
        </w:tc>
      </w:tr>
      <w:tr w:rsidR="00893027" w:rsidRPr="00F96619" w14:paraId="15CF6336" w14:textId="77777777" w:rsidTr="002D64DB">
        <w:tc>
          <w:tcPr>
            <w:tcW w:w="9639" w:type="dxa"/>
          </w:tcPr>
          <w:p w14:paraId="3FD97E4F" w14:textId="77777777" w:rsidR="00893027" w:rsidRPr="00F96619" w:rsidRDefault="00893027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Metody niedyrektywne w pracy z zachowaniami trudnymi osób z niepełnosprawnością intelektualną</w:t>
            </w:r>
            <w:r w:rsidR="00E178AB" w:rsidRPr="00F966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41DD" w:rsidRPr="00F96619" w14:paraId="203BC970" w14:textId="77777777" w:rsidTr="002D64DB">
        <w:tc>
          <w:tcPr>
            <w:tcW w:w="9639" w:type="dxa"/>
          </w:tcPr>
          <w:p w14:paraId="501DBF2C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Uwarunkowania zachowań trudnych – analiza indywidualnych przypadków.</w:t>
            </w:r>
          </w:p>
        </w:tc>
      </w:tr>
      <w:tr w:rsidR="001241DD" w:rsidRPr="00F96619" w14:paraId="3F8C8E29" w14:textId="77777777" w:rsidTr="002D64DB">
        <w:tc>
          <w:tcPr>
            <w:tcW w:w="9639" w:type="dxa"/>
          </w:tcPr>
          <w:p w14:paraId="30AB87FC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Analiza funkcjonalna zachowań trudnych. Metody oceny bezpośredniej i pośredniej. Narzędzia diagnostyczne.</w:t>
            </w:r>
          </w:p>
        </w:tc>
      </w:tr>
      <w:tr w:rsidR="001241DD" w:rsidRPr="00F96619" w14:paraId="602E13DF" w14:textId="77777777" w:rsidTr="002D64DB">
        <w:tc>
          <w:tcPr>
            <w:tcW w:w="9639" w:type="dxa"/>
          </w:tcPr>
          <w:p w14:paraId="0E369CE7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Strategie interwencji terapeutycznych.</w:t>
            </w:r>
          </w:p>
        </w:tc>
      </w:tr>
      <w:tr w:rsidR="001241DD" w:rsidRPr="00F96619" w14:paraId="0FE32960" w14:textId="77777777" w:rsidTr="002D64DB">
        <w:tc>
          <w:tcPr>
            <w:tcW w:w="9639" w:type="dxa"/>
          </w:tcPr>
          <w:p w14:paraId="62BD3690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Procedury redukcji zachowań trudnych. </w:t>
            </w:r>
          </w:p>
        </w:tc>
      </w:tr>
      <w:tr w:rsidR="001241DD" w:rsidRPr="00F96619" w14:paraId="427033DB" w14:textId="77777777" w:rsidTr="002D64DB">
        <w:tc>
          <w:tcPr>
            <w:tcW w:w="9639" w:type="dxa"/>
          </w:tcPr>
          <w:p w14:paraId="18B71368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1241DD" w:rsidRPr="00F96619" w14:paraId="4BFD0572" w14:textId="77777777" w:rsidTr="002D64DB">
        <w:tc>
          <w:tcPr>
            <w:tcW w:w="9639" w:type="dxa"/>
          </w:tcPr>
          <w:p w14:paraId="65821F70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Profilaktyka zachowań trudnych – positive behavior support.</w:t>
            </w:r>
          </w:p>
        </w:tc>
      </w:tr>
      <w:tr w:rsidR="001241DD" w:rsidRPr="00F96619" w14:paraId="18BEA44C" w14:textId="77777777" w:rsidTr="002D64DB">
        <w:tc>
          <w:tcPr>
            <w:tcW w:w="9639" w:type="dxa"/>
          </w:tcPr>
          <w:p w14:paraId="44C6C69F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Analiza zachowań trudnych - opisy przypadków – ćwiczenia praktyczne.</w:t>
            </w:r>
          </w:p>
        </w:tc>
      </w:tr>
      <w:tr w:rsidR="001241DD" w:rsidRPr="00F96619" w14:paraId="0E2B661C" w14:textId="77777777" w:rsidTr="002D64DB">
        <w:tc>
          <w:tcPr>
            <w:tcW w:w="9639" w:type="dxa"/>
          </w:tcPr>
          <w:p w14:paraId="64B1A59D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Zachowania agresywne i autoagresywne osób z niepełnosprawnością intelektualną.</w:t>
            </w:r>
          </w:p>
        </w:tc>
      </w:tr>
      <w:tr w:rsidR="001241DD" w:rsidRPr="00F96619" w14:paraId="35ADE43B" w14:textId="77777777" w:rsidTr="002D64DB">
        <w:tc>
          <w:tcPr>
            <w:tcW w:w="9639" w:type="dxa"/>
          </w:tcPr>
          <w:p w14:paraId="31F8ED21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Rola pracy zespołowej w modyfikacji zachowań trudnych u osób z niepełnosprawnością intelektualną.</w:t>
            </w:r>
          </w:p>
        </w:tc>
      </w:tr>
      <w:tr w:rsidR="001241DD" w:rsidRPr="00F96619" w14:paraId="49466C34" w14:textId="77777777" w:rsidTr="002D64DB">
        <w:tc>
          <w:tcPr>
            <w:tcW w:w="9639" w:type="dxa"/>
          </w:tcPr>
          <w:p w14:paraId="6B196BB8" w14:textId="77777777" w:rsidR="001241DD" w:rsidRPr="00F96619" w:rsidRDefault="001241DD" w:rsidP="00763E9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Opracowywanie procedur terapeutycznych i tworzenie planu oddziaływań.</w:t>
            </w:r>
          </w:p>
        </w:tc>
      </w:tr>
      <w:tr w:rsidR="001241DD" w:rsidRPr="00F96619" w14:paraId="19D990B3" w14:textId="77777777" w:rsidTr="002D64DB">
        <w:tc>
          <w:tcPr>
            <w:tcW w:w="9639" w:type="dxa"/>
          </w:tcPr>
          <w:p w14:paraId="2DB1D232" w14:textId="77777777" w:rsidR="001241DD" w:rsidRPr="00F96619" w:rsidRDefault="001241DD" w:rsidP="00763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1241DD" w:rsidRPr="00F96619" w14:paraId="3084EFEB" w14:textId="77777777" w:rsidTr="002D64DB">
        <w:tc>
          <w:tcPr>
            <w:tcW w:w="9639" w:type="dxa"/>
          </w:tcPr>
          <w:p w14:paraId="4A90CFE9" w14:textId="77777777" w:rsidR="001241DD" w:rsidRPr="00F96619" w:rsidRDefault="001241DD" w:rsidP="00763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</w:tbl>
    <w:p w14:paraId="76F4CEC7" w14:textId="77777777" w:rsidR="00DC68AB" w:rsidRPr="00F96619" w:rsidRDefault="00DC68A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ADA247" w14:textId="77777777" w:rsidR="0085747A" w:rsidRPr="00F9661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>3.4 Metody dydaktyczne</w:t>
      </w:r>
      <w:r w:rsidRPr="00F96619">
        <w:rPr>
          <w:rFonts w:ascii="Corbel" w:hAnsi="Corbel"/>
          <w:b w:val="0"/>
          <w:smallCaps w:val="0"/>
          <w:szCs w:val="24"/>
        </w:rPr>
        <w:t xml:space="preserve"> </w:t>
      </w:r>
    </w:p>
    <w:p w14:paraId="28374C8B" w14:textId="77777777" w:rsidR="006305E3" w:rsidRPr="00F96619" w:rsidRDefault="006305E3" w:rsidP="001241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 xml:space="preserve">praca w grupach, analiza materiałów filmowych z dyskusją, </w:t>
      </w:r>
      <w:r w:rsidR="001241DD" w:rsidRPr="00F96619">
        <w:rPr>
          <w:rFonts w:ascii="Corbel" w:hAnsi="Corbel"/>
          <w:b w:val="0"/>
          <w:smallCaps w:val="0"/>
          <w:szCs w:val="24"/>
        </w:rPr>
        <w:t>metoda projektów</w:t>
      </w:r>
    </w:p>
    <w:p w14:paraId="6C8046A9" w14:textId="77777777" w:rsidR="00E960BB" w:rsidRPr="00F9661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23BD41" w14:textId="77777777" w:rsidR="0085747A" w:rsidRPr="00F9661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 </w:t>
      </w:r>
      <w:r w:rsidR="0085747A" w:rsidRPr="00F96619">
        <w:rPr>
          <w:rFonts w:ascii="Corbel" w:hAnsi="Corbel"/>
          <w:smallCaps w:val="0"/>
          <w:szCs w:val="24"/>
        </w:rPr>
        <w:t>METODY I KRYTERIA OCENY</w:t>
      </w:r>
      <w:r w:rsidR="009F4610" w:rsidRPr="00F96619">
        <w:rPr>
          <w:rFonts w:ascii="Corbel" w:hAnsi="Corbel"/>
          <w:smallCaps w:val="0"/>
          <w:szCs w:val="24"/>
        </w:rPr>
        <w:t xml:space="preserve"> </w:t>
      </w:r>
    </w:p>
    <w:p w14:paraId="462023D4" w14:textId="77777777" w:rsidR="00923D7D" w:rsidRPr="00F9661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0B6537" w14:textId="77777777" w:rsidR="0085747A" w:rsidRPr="00F96619" w:rsidRDefault="0085747A" w:rsidP="001241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9661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5356"/>
        <w:gridCol w:w="2224"/>
      </w:tblGrid>
      <w:tr w:rsidR="0085747A" w:rsidRPr="00F96619" w14:paraId="0016F4E6" w14:textId="77777777" w:rsidTr="002D64DB">
        <w:tc>
          <w:tcPr>
            <w:tcW w:w="1962" w:type="dxa"/>
            <w:vAlign w:val="center"/>
          </w:tcPr>
          <w:p w14:paraId="0236C9B9" w14:textId="77777777" w:rsidR="0085747A" w:rsidRPr="00F9661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E5706A" w14:textId="77777777" w:rsidR="0085747A" w:rsidRPr="00F9661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163A73" w14:textId="77777777" w:rsidR="0085747A" w:rsidRPr="00F9661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14:paraId="32CD1121" w14:textId="77777777" w:rsidR="0085747A" w:rsidRPr="00F96619" w:rsidRDefault="0085747A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241DD" w:rsidRPr="00F96619" w14:paraId="7BC27555" w14:textId="77777777" w:rsidTr="002D64DB">
        <w:tc>
          <w:tcPr>
            <w:tcW w:w="1962" w:type="dxa"/>
          </w:tcPr>
          <w:p w14:paraId="0BBDC57B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9661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0A4DB812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36" w:type="dxa"/>
          </w:tcPr>
          <w:p w14:paraId="629B52C0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78BA16FC" w14:textId="77777777" w:rsidTr="002D64DB">
        <w:tc>
          <w:tcPr>
            <w:tcW w:w="1962" w:type="dxa"/>
          </w:tcPr>
          <w:p w14:paraId="6E1C2B46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9B4FDC3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36" w:type="dxa"/>
          </w:tcPr>
          <w:p w14:paraId="3F77F9E2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1F37E13B" w14:textId="77777777" w:rsidTr="002D64DB">
        <w:tc>
          <w:tcPr>
            <w:tcW w:w="1962" w:type="dxa"/>
          </w:tcPr>
          <w:p w14:paraId="1610B11E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9679136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36" w:type="dxa"/>
          </w:tcPr>
          <w:p w14:paraId="353A78C5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58971D61" w14:textId="77777777" w:rsidTr="002D64DB">
        <w:tc>
          <w:tcPr>
            <w:tcW w:w="1962" w:type="dxa"/>
          </w:tcPr>
          <w:p w14:paraId="3DC848BC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479B25E5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236" w:type="dxa"/>
          </w:tcPr>
          <w:p w14:paraId="2609949D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38BB68AD" w14:textId="77777777" w:rsidTr="002D64DB">
        <w:tc>
          <w:tcPr>
            <w:tcW w:w="1962" w:type="dxa"/>
          </w:tcPr>
          <w:p w14:paraId="384F03FB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883AF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236" w:type="dxa"/>
          </w:tcPr>
          <w:p w14:paraId="40C09FB3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19CC3185" w14:textId="77777777" w:rsidTr="002D64DB">
        <w:tc>
          <w:tcPr>
            <w:tcW w:w="1962" w:type="dxa"/>
          </w:tcPr>
          <w:p w14:paraId="08AB75BD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D092AD" w14:textId="77777777" w:rsidR="001241DD" w:rsidRPr="001F203F" w:rsidRDefault="001241DD" w:rsidP="001D17A2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236" w:type="dxa"/>
          </w:tcPr>
          <w:p w14:paraId="4097C779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65A74273" w14:textId="77777777" w:rsidTr="002D64DB">
        <w:tc>
          <w:tcPr>
            <w:tcW w:w="1962" w:type="dxa"/>
          </w:tcPr>
          <w:p w14:paraId="49947682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F934619" w14:textId="77777777" w:rsidR="001241DD" w:rsidRPr="001F203F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mallCaps w:val="0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36" w:type="dxa"/>
          </w:tcPr>
          <w:p w14:paraId="2FF50400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4D1C7C23" w14:textId="77777777" w:rsidTr="002D64DB">
        <w:tc>
          <w:tcPr>
            <w:tcW w:w="1962" w:type="dxa"/>
          </w:tcPr>
          <w:p w14:paraId="5CAD166F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7742864C" w14:textId="77777777" w:rsidR="001241DD" w:rsidRPr="001F203F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OBSERWACJA W TRAKCIE ZAJĘĆ</w:t>
            </w:r>
          </w:p>
        </w:tc>
        <w:tc>
          <w:tcPr>
            <w:tcW w:w="2236" w:type="dxa"/>
          </w:tcPr>
          <w:p w14:paraId="4E2719FA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1241DD" w:rsidRPr="00F96619" w14:paraId="2786AF5F" w14:textId="77777777" w:rsidTr="002D64DB">
        <w:tc>
          <w:tcPr>
            <w:tcW w:w="1962" w:type="dxa"/>
          </w:tcPr>
          <w:p w14:paraId="58D32F44" w14:textId="77777777" w:rsidR="001241DD" w:rsidRPr="00F96619" w:rsidRDefault="001241DD" w:rsidP="001241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8C93AC4" w14:textId="77777777" w:rsidR="001241DD" w:rsidRPr="001F203F" w:rsidRDefault="001241DD" w:rsidP="001A02D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DYSKUSJA, OBSERWACJA W TRAKCIE ZAJĘĆ</w:t>
            </w:r>
          </w:p>
        </w:tc>
        <w:tc>
          <w:tcPr>
            <w:tcW w:w="2236" w:type="dxa"/>
          </w:tcPr>
          <w:p w14:paraId="1AE03CBC" w14:textId="77777777" w:rsidR="001241DD" w:rsidRPr="001F203F" w:rsidRDefault="001241DD" w:rsidP="00763E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0"/>
                <w:szCs w:val="20"/>
              </w:rPr>
            </w:pPr>
            <w:r w:rsidRPr="001F203F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</w:tbl>
    <w:p w14:paraId="75029664" w14:textId="77777777" w:rsidR="00923D7D" w:rsidRPr="00F9661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07415" w14:textId="77777777" w:rsidR="00923D7D" w:rsidRPr="00F96619" w:rsidRDefault="003E1941" w:rsidP="001241D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4.2 </w:t>
      </w:r>
      <w:r w:rsidR="0085747A" w:rsidRPr="00F9661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966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6619" w14:paraId="3E4E7701" w14:textId="77777777" w:rsidTr="00923D7D">
        <w:tc>
          <w:tcPr>
            <w:tcW w:w="9670" w:type="dxa"/>
          </w:tcPr>
          <w:p w14:paraId="4C825046" w14:textId="5E9128E8" w:rsidR="0085747A" w:rsidRPr="00F96619" w:rsidRDefault="003601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pisemnego, przygotowanie i prezentacja pracy </w:t>
            </w:r>
            <w:r w:rsidR="0041101F" w:rsidRPr="00F96619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 </w:t>
            </w:r>
            <w:r w:rsidR="000D298E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0D298E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0D298E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dst; 70% - plus dst; 80% - db; 85% - plus db; 90 – 100% bdb.</w:t>
            </w:r>
          </w:p>
        </w:tc>
      </w:tr>
    </w:tbl>
    <w:p w14:paraId="63383894" w14:textId="77777777" w:rsidR="0085747A" w:rsidRPr="00F9661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F7016" w14:textId="77777777" w:rsidR="0085747A" w:rsidRPr="00F96619" w:rsidRDefault="0085747A" w:rsidP="001241D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96619">
        <w:rPr>
          <w:rFonts w:ascii="Corbel" w:hAnsi="Corbel"/>
          <w:b/>
          <w:sz w:val="24"/>
          <w:szCs w:val="24"/>
        </w:rPr>
        <w:t xml:space="preserve">5. </w:t>
      </w:r>
      <w:r w:rsidR="00C61DC5" w:rsidRPr="00F9661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676"/>
      </w:tblGrid>
      <w:tr w:rsidR="0085747A" w:rsidRPr="00F96619" w14:paraId="3996DDFA" w14:textId="77777777" w:rsidTr="002D64DB">
        <w:tc>
          <w:tcPr>
            <w:tcW w:w="4902" w:type="dxa"/>
            <w:vAlign w:val="center"/>
          </w:tcPr>
          <w:p w14:paraId="5CDBF287" w14:textId="77777777" w:rsidR="0085747A" w:rsidRPr="00F966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9661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9661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37" w:type="dxa"/>
            <w:vAlign w:val="center"/>
          </w:tcPr>
          <w:p w14:paraId="7CF40CAA" w14:textId="77777777" w:rsidR="0085747A" w:rsidRPr="00F9661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9661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96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9661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96619" w14:paraId="6C7BF308" w14:textId="77777777" w:rsidTr="002D64DB">
        <w:tc>
          <w:tcPr>
            <w:tcW w:w="4902" w:type="dxa"/>
          </w:tcPr>
          <w:p w14:paraId="6BCEA259" w14:textId="77777777" w:rsidR="0085747A" w:rsidRPr="00F96619" w:rsidRDefault="00C61DC5" w:rsidP="00E02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G</w:t>
            </w:r>
            <w:r w:rsidR="0085747A" w:rsidRPr="00F9661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9661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9661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9661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37" w:type="dxa"/>
          </w:tcPr>
          <w:p w14:paraId="71372B10" w14:textId="187DD152" w:rsidR="0085747A" w:rsidRPr="00F96619" w:rsidRDefault="00671076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96619" w14:paraId="54E1D480" w14:textId="77777777" w:rsidTr="002D64DB">
        <w:tc>
          <w:tcPr>
            <w:tcW w:w="4902" w:type="dxa"/>
          </w:tcPr>
          <w:p w14:paraId="6A275B3C" w14:textId="77777777" w:rsidR="00C61DC5" w:rsidRPr="00F966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9661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241DD" w:rsidRPr="00F96619">
              <w:rPr>
                <w:rFonts w:ascii="Corbel" w:hAnsi="Corbel"/>
                <w:sz w:val="24"/>
                <w:szCs w:val="24"/>
              </w:rPr>
              <w:t>:</w:t>
            </w:r>
          </w:p>
          <w:p w14:paraId="02E40B34" w14:textId="1FF43107" w:rsidR="00C61DC5" w:rsidRPr="00F9661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671076">
              <w:rPr>
                <w:rFonts w:ascii="Corbel" w:hAnsi="Corbel"/>
                <w:sz w:val="24"/>
                <w:szCs w:val="24"/>
              </w:rPr>
              <w:br/>
              <w:t xml:space="preserve">udział w </w:t>
            </w:r>
            <w:r w:rsidRPr="00F96619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737" w:type="dxa"/>
          </w:tcPr>
          <w:p w14:paraId="018E8DC8" w14:textId="12EB1FF0" w:rsidR="00C61DC5" w:rsidRPr="00F96619" w:rsidRDefault="00671076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1637ED" w:rsidRPr="00F96619" w14:paraId="42C3C05C" w14:textId="77777777" w:rsidTr="002D64DB">
        <w:tc>
          <w:tcPr>
            <w:tcW w:w="4902" w:type="dxa"/>
          </w:tcPr>
          <w:p w14:paraId="76A20EBA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21BF9AB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645F7F4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05461586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737" w:type="dxa"/>
          </w:tcPr>
          <w:p w14:paraId="6CB46CE6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C2AEBC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7B653D1" w14:textId="24BB8836" w:rsidR="001637ED" w:rsidRPr="00F96619" w:rsidRDefault="00671076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18BA3386" w14:textId="77777777"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20</w:t>
            </w:r>
          </w:p>
          <w:p w14:paraId="3A5750CE" w14:textId="0F77D29C" w:rsidR="001637ED" w:rsidRPr="00F96619" w:rsidRDefault="001637ED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1</w:t>
            </w:r>
            <w:r w:rsidR="003622F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96619" w14:paraId="2D478879" w14:textId="77777777" w:rsidTr="002D64DB">
        <w:tc>
          <w:tcPr>
            <w:tcW w:w="4902" w:type="dxa"/>
          </w:tcPr>
          <w:p w14:paraId="6AB754DF" w14:textId="77777777" w:rsidR="0085747A" w:rsidRPr="00F966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</w:tcPr>
          <w:p w14:paraId="163FEBD8" w14:textId="77777777" w:rsidR="0085747A" w:rsidRPr="00F96619" w:rsidRDefault="00360142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1</w:t>
            </w:r>
            <w:r w:rsidR="006305E3" w:rsidRPr="00F96619">
              <w:rPr>
                <w:rFonts w:ascii="Corbel" w:hAnsi="Corbel"/>
                <w:sz w:val="24"/>
                <w:szCs w:val="24"/>
              </w:rPr>
              <w:t>1</w:t>
            </w:r>
            <w:r w:rsidRPr="00F9661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96619" w14:paraId="03DFE000" w14:textId="77777777" w:rsidTr="002D64DB">
        <w:tc>
          <w:tcPr>
            <w:tcW w:w="4902" w:type="dxa"/>
          </w:tcPr>
          <w:p w14:paraId="2C4B5CFB" w14:textId="77777777" w:rsidR="0085747A" w:rsidRPr="00F9661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</w:tcPr>
          <w:p w14:paraId="623AC68C" w14:textId="77777777" w:rsidR="0085747A" w:rsidRPr="00F96619" w:rsidRDefault="00BB1811" w:rsidP="00163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EA10C22" w14:textId="77777777" w:rsidR="0085747A" w:rsidRPr="00F9661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9661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9661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5B4DAB" w14:textId="77777777" w:rsidR="003E1941" w:rsidRPr="00F9661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F6061" w14:textId="77777777" w:rsidR="0085747A" w:rsidRPr="00F96619" w:rsidRDefault="0071620A" w:rsidP="002D64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6. </w:t>
      </w:r>
      <w:r w:rsidR="0085747A" w:rsidRPr="00F96619">
        <w:rPr>
          <w:rFonts w:ascii="Corbel" w:hAnsi="Corbel"/>
          <w:smallCaps w:val="0"/>
          <w:szCs w:val="24"/>
        </w:rPr>
        <w:t>PRAKTYKI ZAWO</w:t>
      </w:r>
      <w:r w:rsidR="009D3F3B" w:rsidRPr="00F9661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F96619" w14:paraId="228EF81F" w14:textId="77777777" w:rsidTr="00BA1971">
        <w:trPr>
          <w:trHeight w:val="397"/>
        </w:trPr>
        <w:tc>
          <w:tcPr>
            <w:tcW w:w="4111" w:type="dxa"/>
          </w:tcPr>
          <w:p w14:paraId="68E1391C" w14:textId="77777777"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358D924" w14:textId="77777777" w:rsidR="0085747A" w:rsidRPr="00F96619" w:rsidRDefault="002D64DB" w:rsidP="002D64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96619" w14:paraId="71A0FBF6" w14:textId="77777777" w:rsidTr="00BA1971">
        <w:trPr>
          <w:trHeight w:val="397"/>
        </w:trPr>
        <w:tc>
          <w:tcPr>
            <w:tcW w:w="4111" w:type="dxa"/>
          </w:tcPr>
          <w:p w14:paraId="61D18005" w14:textId="77777777"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2939F3" w14:textId="77777777" w:rsidR="0085747A" w:rsidRPr="00F96619" w:rsidRDefault="002D64DB" w:rsidP="002D64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9661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7EF00A8" w14:textId="77777777" w:rsidR="003E1941" w:rsidRPr="00F9661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90346" w14:textId="77777777" w:rsidR="00675843" w:rsidRPr="00F9661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96619">
        <w:rPr>
          <w:rFonts w:ascii="Corbel" w:hAnsi="Corbel"/>
          <w:smallCaps w:val="0"/>
          <w:szCs w:val="24"/>
        </w:rPr>
        <w:t xml:space="preserve">7. </w:t>
      </w:r>
      <w:r w:rsidR="0085747A" w:rsidRPr="00F96619">
        <w:rPr>
          <w:rFonts w:ascii="Corbel" w:hAnsi="Corbel"/>
          <w:smallCaps w:val="0"/>
          <w:szCs w:val="24"/>
        </w:rPr>
        <w:t>LITERATURA</w:t>
      </w:r>
      <w:r w:rsidRPr="00F9661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96619" w14:paraId="135CC1D9" w14:textId="77777777" w:rsidTr="002D64DB">
        <w:trPr>
          <w:trHeight w:val="397"/>
        </w:trPr>
        <w:tc>
          <w:tcPr>
            <w:tcW w:w="9639" w:type="dxa"/>
          </w:tcPr>
          <w:p w14:paraId="09FF70E5" w14:textId="77777777" w:rsidR="0085747A" w:rsidRPr="00F9661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661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79ABA37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Ayllon T.,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stosować wzmocnienia</w:t>
            </w:r>
            <w:r w:rsidRPr="00F96619">
              <w:rPr>
                <w:rFonts w:ascii="Corbel" w:hAnsi="Corbel"/>
                <w:sz w:val="24"/>
                <w:szCs w:val="24"/>
              </w:rPr>
              <w:t>, SPOA, Gdańsk 2000</w:t>
            </w:r>
          </w:p>
          <w:p w14:paraId="75E68C38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  <w:lang w:val="en-US"/>
              </w:rPr>
              <w:t xml:space="preserve">Bouras N., Holt G., (red.) </w:t>
            </w:r>
            <w:r w:rsidRPr="00F96619">
              <w:rPr>
                <w:rFonts w:ascii="Corbel" w:hAnsi="Corbel"/>
                <w:sz w:val="24"/>
                <w:szCs w:val="24"/>
              </w:rPr>
              <w:t>Zaburzenia psychiczne i zaburzenia zachowania u osób niepełnosprawnych intelektualnie Elsvier, Urban i Partner, Wrocław 2010</w:t>
            </w:r>
          </w:p>
          <w:p w14:paraId="490A981D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Kołakowski A., Pisula A., Sposób na trudne dziecko, GWP, Gdańsk 2014</w:t>
            </w:r>
          </w:p>
          <w:p w14:paraId="367A5BFD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trudne małych dzieci z zaburzeniami rozwoju-Uwarunkowania, profilaktyka, terapia</w:t>
            </w:r>
            <w:r w:rsidRPr="00F96619">
              <w:rPr>
                <w:rFonts w:ascii="Corbel" w:hAnsi="Corbel"/>
                <w:sz w:val="24"/>
                <w:szCs w:val="24"/>
              </w:rPr>
              <w:t>, Wyd. UR, Rzeszów 2017</w:t>
            </w:r>
          </w:p>
          <w:p w14:paraId="3D90288B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F96619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14:paraId="5E704039" w14:textId="77777777" w:rsidR="00360142" w:rsidRPr="00F96619" w:rsidRDefault="00360142" w:rsidP="002D64D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96619">
              <w:rPr>
                <w:rFonts w:ascii="Corbel" w:hAnsi="Corbel"/>
                <w:sz w:val="24"/>
                <w:szCs w:val="24"/>
              </w:rPr>
              <w:t>, GWP, Sopot 2012</w:t>
            </w:r>
          </w:p>
        </w:tc>
      </w:tr>
      <w:tr w:rsidR="0085747A" w:rsidRPr="00F96619" w14:paraId="64609DA8" w14:textId="77777777" w:rsidTr="002D64DB">
        <w:trPr>
          <w:trHeight w:val="397"/>
        </w:trPr>
        <w:tc>
          <w:tcPr>
            <w:tcW w:w="9639" w:type="dxa"/>
          </w:tcPr>
          <w:p w14:paraId="68854DF6" w14:textId="77777777" w:rsidR="00360142" w:rsidRPr="00F96619" w:rsidRDefault="0085747A" w:rsidP="002D64DB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F9661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5D0CD60B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Kendall P. C.,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F96619">
              <w:rPr>
                <w:rFonts w:ascii="Corbel" w:hAnsi="Corbel"/>
                <w:sz w:val="24"/>
                <w:szCs w:val="24"/>
              </w:rPr>
              <w:t>GWP Gdańsk 2004</w:t>
            </w:r>
          </w:p>
          <w:p w14:paraId="507C519E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lastRenderedPageBreak/>
              <w:t xml:space="preserve">Pecyna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klinicznej, </w:t>
            </w:r>
            <w:r w:rsidRPr="00F96619">
              <w:rPr>
                <w:rFonts w:ascii="Corbel" w:hAnsi="Corbel"/>
                <w:sz w:val="24"/>
                <w:szCs w:val="24"/>
              </w:rPr>
              <w:t>WSiP Warszawa 1998</w:t>
            </w:r>
          </w:p>
          <w:p w14:paraId="509501DF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Bąbel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Punktowe systemy oceniania w praktyce edukacyjnej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Grzegorczyk-Dłuciak N. (red.) Czas na dialog, Impuls, Kraków 2009, s. 35 – 52</w:t>
            </w:r>
          </w:p>
          <w:p w14:paraId="7F759748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Bąbel P., Suchowierska M., Ostaszewski P.,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GWP, Gdańsk 2010</w:t>
            </w:r>
          </w:p>
          <w:p w14:paraId="5D39AC1A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Kozłowski J.,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trudne u osób z zaburzeniami rozwojowymi: behawioralny model diagnozy, terapii i profilaktyki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Pisula E., Danielewicz D. (red.),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96619">
              <w:rPr>
                <w:rFonts w:ascii="Corbel" w:hAnsi="Corbel"/>
                <w:sz w:val="24"/>
                <w:szCs w:val="24"/>
              </w:rPr>
              <w:t>, Impuls, Kraków 2008</w:t>
            </w:r>
          </w:p>
          <w:p w14:paraId="636BF289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Niemiec S., Teorie zachowań trudnych w kontekście psychospołecznego funkcjonowania osób z niepełnosprawnością intelektualną [w:] Biblioteka Współczesnej Myśli Pedagogicznej. - 2018, T. 7, s. 130-141</w:t>
            </w:r>
          </w:p>
          <w:p w14:paraId="14D03D36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Handbury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F96619">
              <w:rPr>
                <w:rFonts w:ascii="Corbel" w:hAnsi="Corbel"/>
                <w:sz w:val="24"/>
                <w:szCs w:val="24"/>
              </w:rPr>
              <w:t>, Fraszka Edukacyjna, Warszawa, 2016</w:t>
            </w:r>
          </w:p>
          <w:p w14:paraId="088C4088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Edelson S., Botsford Johnson J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., Zachowania autoagresywne w autyzmie</w:t>
            </w:r>
            <w:r w:rsidRPr="00F96619">
              <w:rPr>
                <w:rFonts w:ascii="Corbel" w:hAnsi="Corbel"/>
                <w:sz w:val="24"/>
                <w:szCs w:val="24"/>
              </w:rPr>
              <w:t>, Harmonia, Gdańsk 2018</w:t>
            </w:r>
          </w:p>
          <w:p w14:paraId="4C53EA46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Poraj G.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red. M. Bogdanowicz, M. Lipowska, Rodzinne, edukacyjne i psychologiczne wyznaczniki rozwoju, Kraków, Impuls 2008</w:t>
            </w:r>
          </w:p>
          <w:p w14:paraId="3D097B2F" w14:textId="77777777" w:rsidR="005744DC" w:rsidRPr="00F96619" w:rsidRDefault="005744DC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Wczesna diagnoza i terapia zachowań trudnych u dzieci z zaburzeniami rozwoju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F96619">
              <w:rPr>
                <w:rFonts w:ascii="Corbel" w:hAnsi="Corbel"/>
                <w:sz w:val="24"/>
                <w:szCs w:val="24"/>
              </w:rPr>
              <w:t>, UAM Poznań 2014</w:t>
            </w:r>
          </w:p>
          <w:p w14:paraId="4A4F4B08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Radochoński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Psychopatologia życia emocjonalnego dzieci i młodzieży: wybrane zagadnienia</w:t>
            </w:r>
            <w:r w:rsidRPr="00F96619">
              <w:rPr>
                <w:rFonts w:ascii="Corbel" w:hAnsi="Corbel"/>
                <w:sz w:val="24"/>
                <w:szCs w:val="24"/>
              </w:rPr>
              <w:t>, Wydawnictwo UR, Rzeszów 2009</w:t>
            </w:r>
          </w:p>
          <w:p w14:paraId="5EFE564F" w14:textId="77777777" w:rsidR="0041101F" w:rsidRPr="00F96619" w:rsidRDefault="0041101F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>Twardowska-Staszek E., Zachowania ryzykowne młodzieży z niepełnosprawnością intelektualną, Kraków, WAM 2016</w:t>
            </w:r>
          </w:p>
          <w:p w14:paraId="5E41FDD2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Zasępa E.,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Zachowania problemowe dorosłych dzieci z niepełnosprawnością intelektualną,</w:t>
            </w:r>
            <w:r w:rsidRPr="00F96619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F96619">
              <w:rPr>
                <w:rFonts w:ascii="Corbel" w:hAnsi="Corbel"/>
                <w:sz w:val="24"/>
                <w:szCs w:val="24"/>
              </w:rPr>
              <w:t>, DIFIN Warszawa 2010</w:t>
            </w:r>
          </w:p>
          <w:p w14:paraId="24B35B6D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Zielińska M.,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F96619">
              <w:rPr>
                <w:rFonts w:ascii="Corbel" w:hAnsi="Corbel"/>
                <w:sz w:val="24"/>
                <w:szCs w:val="24"/>
              </w:rPr>
              <w:t>, Gdańsk Harmonia 2012</w:t>
            </w:r>
          </w:p>
          <w:p w14:paraId="0FC71AED" w14:textId="77777777" w:rsidR="00360142" w:rsidRPr="00F96619" w:rsidRDefault="00360142" w:rsidP="005744D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96619">
              <w:rPr>
                <w:rFonts w:ascii="Corbel" w:hAnsi="Corbel"/>
                <w:sz w:val="24"/>
                <w:szCs w:val="24"/>
              </w:rPr>
              <w:t xml:space="preserve">Żywanowska A. </w:t>
            </w:r>
            <w:r w:rsidRPr="00F96619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F96619">
              <w:rPr>
                <w:rFonts w:ascii="Corbel" w:hAnsi="Corbel"/>
                <w:sz w:val="24"/>
                <w:szCs w:val="24"/>
              </w:rPr>
              <w:t>, Kraków Impuls 2009</w:t>
            </w:r>
          </w:p>
        </w:tc>
      </w:tr>
    </w:tbl>
    <w:p w14:paraId="698D32A3" w14:textId="77777777" w:rsidR="0085747A" w:rsidRPr="00F96619" w:rsidRDefault="0085747A" w:rsidP="002D64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DC73AD" w14:textId="77777777" w:rsidR="0085747A" w:rsidRPr="00F9661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9661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4E933B" w14:textId="77777777"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73210B" w14:textId="77777777"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757F8" w14:textId="77777777"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86AF0B" w14:textId="77777777"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60CB1" w14:textId="77777777" w:rsidR="00BA1971" w:rsidRPr="00F96619" w:rsidRDefault="00BA19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51B805" w14:textId="77777777" w:rsidR="00BA1971" w:rsidRPr="00F96619" w:rsidRDefault="00BA1971" w:rsidP="00BA197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BA1971" w:rsidRPr="00F96619" w:rsidSect="00DB7FD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E295" w14:textId="77777777" w:rsidR="0029090F" w:rsidRDefault="0029090F" w:rsidP="00C16ABF">
      <w:pPr>
        <w:spacing w:after="0" w:line="240" w:lineRule="auto"/>
      </w:pPr>
      <w:r>
        <w:separator/>
      </w:r>
    </w:p>
  </w:endnote>
  <w:endnote w:type="continuationSeparator" w:id="0">
    <w:p w14:paraId="525E0B1B" w14:textId="77777777" w:rsidR="0029090F" w:rsidRDefault="002909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33109" w14:textId="77777777" w:rsidR="0029090F" w:rsidRDefault="0029090F" w:rsidP="00C16ABF">
      <w:pPr>
        <w:spacing w:after="0" w:line="240" w:lineRule="auto"/>
      </w:pPr>
      <w:r>
        <w:separator/>
      </w:r>
    </w:p>
  </w:footnote>
  <w:footnote w:type="continuationSeparator" w:id="0">
    <w:p w14:paraId="673CBE5A" w14:textId="77777777" w:rsidR="0029090F" w:rsidRDefault="0029090F" w:rsidP="00C16ABF">
      <w:pPr>
        <w:spacing w:after="0" w:line="240" w:lineRule="auto"/>
      </w:pPr>
      <w:r>
        <w:continuationSeparator/>
      </w:r>
    </w:p>
  </w:footnote>
  <w:footnote w:id="1">
    <w:p w14:paraId="05D1378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3C7016"/>
    <w:multiLevelType w:val="hybridMultilevel"/>
    <w:tmpl w:val="A7E20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E554F"/>
    <w:multiLevelType w:val="hybridMultilevel"/>
    <w:tmpl w:val="E3168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087736">
    <w:abstractNumId w:val="0"/>
  </w:num>
  <w:num w:numId="2" w16cid:durableId="1099911001">
    <w:abstractNumId w:val="2"/>
  </w:num>
  <w:num w:numId="3" w16cid:durableId="8207483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8E"/>
    <w:rsid w:val="000F1C57"/>
    <w:rsid w:val="000F5615"/>
    <w:rsid w:val="001241DD"/>
    <w:rsid w:val="00124BFF"/>
    <w:rsid w:val="0012560E"/>
    <w:rsid w:val="00127108"/>
    <w:rsid w:val="00134B13"/>
    <w:rsid w:val="00146BC0"/>
    <w:rsid w:val="00153C41"/>
    <w:rsid w:val="00154381"/>
    <w:rsid w:val="00156DD8"/>
    <w:rsid w:val="001637ED"/>
    <w:rsid w:val="001640A7"/>
    <w:rsid w:val="00164FA7"/>
    <w:rsid w:val="00166A03"/>
    <w:rsid w:val="001718A7"/>
    <w:rsid w:val="001737CF"/>
    <w:rsid w:val="00176083"/>
    <w:rsid w:val="00192F37"/>
    <w:rsid w:val="001A02D8"/>
    <w:rsid w:val="001A4E21"/>
    <w:rsid w:val="001A70D2"/>
    <w:rsid w:val="001C7CF4"/>
    <w:rsid w:val="001D17A2"/>
    <w:rsid w:val="001D657B"/>
    <w:rsid w:val="001D7B54"/>
    <w:rsid w:val="001E0209"/>
    <w:rsid w:val="001E3692"/>
    <w:rsid w:val="001F203F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6345"/>
    <w:rsid w:val="0029090F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4DB"/>
    <w:rsid w:val="002D73D4"/>
    <w:rsid w:val="002E4844"/>
    <w:rsid w:val="002F02A3"/>
    <w:rsid w:val="002F4ABE"/>
    <w:rsid w:val="002F5F6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42"/>
    <w:rsid w:val="003622F1"/>
    <w:rsid w:val="00363F78"/>
    <w:rsid w:val="003A0A5B"/>
    <w:rsid w:val="003A1176"/>
    <w:rsid w:val="003B0E14"/>
    <w:rsid w:val="003C0BAE"/>
    <w:rsid w:val="003C20C2"/>
    <w:rsid w:val="003D18A9"/>
    <w:rsid w:val="003D6CE2"/>
    <w:rsid w:val="003E1941"/>
    <w:rsid w:val="003E2FE6"/>
    <w:rsid w:val="003E49D5"/>
    <w:rsid w:val="003F205D"/>
    <w:rsid w:val="003F38C0"/>
    <w:rsid w:val="0041101F"/>
    <w:rsid w:val="00414E3C"/>
    <w:rsid w:val="0042064D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BDA"/>
    <w:rsid w:val="0050496F"/>
    <w:rsid w:val="00513B6F"/>
    <w:rsid w:val="00517C63"/>
    <w:rsid w:val="005363C4"/>
    <w:rsid w:val="00536BDE"/>
    <w:rsid w:val="00543ACC"/>
    <w:rsid w:val="0056696D"/>
    <w:rsid w:val="005744DC"/>
    <w:rsid w:val="0059484D"/>
    <w:rsid w:val="005A0855"/>
    <w:rsid w:val="005A1A6F"/>
    <w:rsid w:val="005A3196"/>
    <w:rsid w:val="005C080F"/>
    <w:rsid w:val="005C55E5"/>
    <w:rsid w:val="005C696A"/>
    <w:rsid w:val="005E6E85"/>
    <w:rsid w:val="005F31D2"/>
    <w:rsid w:val="0061029B"/>
    <w:rsid w:val="0061289B"/>
    <w:rsid w:val="00617230"/>
    <w:rsid w:val="00621CE1"/>
    <w:rsid w:val="00626FC7"/>
    <w:rsid w:val="00627FC9"/>
    <w:rsid w:val="006305E3"/>
    <w:rsid w:val="00640D10"/>
    <w:rsid w:val="00647FA8"/>
    <w:rsid w:val="00650C5F"/>
    <w:rsid w:val="00654934"/>
    <w:rsid w:val="006620D9"/>
    <w:rsid w:val="00671076"/>
    <w:rsid w:val="00671958"/>
    <w:rsid w:val="00675843"/>
    <w:rsid w:val="00696477"/>
    <w:rsid w:val="006C6D04"/>
    <w:rsid w:val="006D050F"/>
    <w:rsid w:val="006D6139"/>
    <w:rsid w:val="006E5D65"/>
    <w:rsid w:val="006F1282"/>
    <w:rsid w:val="006F1FBC"/>
    <w:rsid w:val="006F31E2"/>
    <w:rsid w:val="00706544"/>
    <w:rsid w:val="00706652"/>
    <w:rsid w:val="007072BA"/>
    <w:rsid w:val="0071620A"/>
    <w:rsid w:val="007230EE"/>
    <w:rsid w:val="00724677"/>
    <w:rsid w:val="00725459"/>
    <w:rsid w:val="007327BD"/>
    <w:rsid w:val="00734608"/>
    <w:rsid w:val="00745302"/>
    <w:rsid w:val="007461D6"/>
    <w:rsid w:val="00746EC8"/>
    <w:rsid w:val="007571D3"/>
    <w:rsid w:val="00763BF1"/>
    <w:rsid w:val="00766FD4"/>
    <w:rsid w:val="0078168C"/>
    <w:rsid w:val="00787C2A"/>
    <w:rsid w:val="00790E27"/>
    <w:rsid w:val="007A265C"/>
    <w:rsid w:val="007A4022"/>
    <w:rsid w:val="007A6E6E"/>
    <w:rsid w:val="007A7FDA"/>
    <w:rsid w:val="007B7FDF"/>
    <w:rsid w:val="007C3299"/>
    <w:rsid w:val="007C3BCC"/>
    <w:rsid w:val="007C4546"/>
    <w:rsid w:val="007D5512"/>
    <w:rsid w:val="007D6E56"/>
    <w:rsid w:val="007F4155"/>
    <w:rsid w:val="0081554D"/>
    <w:rsid w:val="00816A9D"/>
    <w:rsid w:val="0081707E"/>
    <w:rsid w:val="00842163"/>
    <w:rsid w:val="008449B3"/>
    <w:rsid w:val="00853E55"/>
    <w:rsid w:val="008552A2"/>
    <w:rsid w:val="0085747A"/>
    <w:rsid w:val="00884922"/>
    <w:rsid w:val="00885F64"/>
    <w:rsid w:val="008917F9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486"/>
    <w:rsid w:val="008F6E29"/>
    <w:rsid w:val="00916188"/>
    <w:rsid w:val="00923D7D"/>
    <w:rsid w:val="0093322F"/>
    <w:rsid w:val="009508DF"/>
    <w:rsid w:val="00950DAC"/>
    <w:rsid w:val="0095144F"/>
    <w:rsid w:val="00954A07"/>
    <w:rsid w:val="00967E78"/>
    <w:rsid w:val="0097657F"/>
    <w:rsid w:val="00997F14"/>
    <w:rsid w:val="009A78D9"/>
    <w:rsid w:val="009C10F3"/>
    <w:rsid w:val="009C3E31"/>
    <w:rsid w:val="009C54AE"/>
    <w:rsid w:val="009C788E"/>
    <w:rsid w:val="009D3F3B"/>
    <w:rsid w:val="009E0543"/>
    <w:rsid w:val="009E3B41"/>
    <w:rsid w:val="009E54F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BDA"/>
    <w:rsid w:val="00A53FA5"/>
    <w:rsid w:val="00A54817"/>
    <w:rsid w:val="00A601C8"/>
    <w:rsid w:val="00A60799"/>
    <w:rsid w:val="00A60E9B"/>
    <w:rsid w:val="00A84C85"/>
    <w:rsid w:val="00A97DE1"/>
    <w:rsid w:val="00AB053C"/>
    <w:rsid w:val="00AC58C4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2141D"/>
    <w:rsid w:val="00B3130B"/>
    <w:rsid w:val="00B40ADB"/>
    <w:rsid w:val="00B43B77"/>
    <w:rsid w:val="00B43E80"/>
    <w:rsid w:val="00B53C81"/>
    <w:rsid w:val="00B607DB"/>
    <w:rsid w:val="00B66529"/>
    <w:rsid w:val="00B75946"/>
    <w:rsid w:val="00B8056E"/>
    <w:rsid w:val="00B819C8"/>
    <w:rsid w:val="00B82308"/>
    <w:rsid w:val="00B90885"/>
    <w:rsid w:val="00BA1971"/>
    <w:rsid w:val="00BB1811"/>
    <w:rsid w:val="00BB520A"/>
    <w:rsid w:val="00BD3869"/>
    <w:rsid w:val="00BD66E9"/>
    <w:rsid w:val="00BD6FF4"/>
    <w:rsid w:val="00BE6E34"/>
    <w:rsid w:val="00BF2C41"/>
    <w:rsid w:val="00C058B4"/>
    <w:rsid w:val="00C05F44"/>
    <w:rsid w:val="00C131B5"/>
    <w:rsid w:val="00C16ABF"/>
    <w:rsid w:val="00C170AE"/>
    <w:rsid w:val="00C24364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17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7FD7"/>
    <w:rsid w:val="00DC68AB"/>
    <w:rsid w:val="00DE09C0"/>
    <w:rsid w:val="00DE4A14"/>
    <w:rsid w:val="00DF320D"/>
    <w:rsid w:val="00DF71C8"/>
    <w:rsid w:val="00E0288B"/>
    <w:rsid w:val="00E129B8"/>
    <w:rsid w:val="00E178AB"/>
    <w:rsid w:val="00E21E7D"/>
    <w:rsid w:val="00E22FBC"/>
    <w:rsid w:val="00E24BF5"/>
    <w:rsid w:val="00E25338"/>
    <w:rsid w:val="00E25656"/>
    <w:rsid w:val="00E51E44"/>
    <w:rsid w:val="00E5708B"/>
    <w:rsid w:val="00E63348"/>
    <w:rsid w:val="00E742AA"/>
    <w:rsid w:val="00E77E88"/>
    <w:rsid w:val="00E8107D"/>
    <w:rsid w:val="00E960BB"/>
    <w:rsid w:val="00EA2074"/>
    <w:rsid w:val="00EA4832"/>
    <w:rsid w:val="00EA4E9D"/>
    <w:rsid w:val="00EB56B2"/>
    <w:rsid w:val="00EC4899"/>
    <w:rsid w:val="00ED03AB"/>
    <w:rsid w:val="00ED32D2"/>
    <w:rsid w:val="00EE32DE"/>
    <w:rsid w:val="00EE5457"/>
    <w:rsid w:val="00F070AB"/>
    <w:rsid w:val="00F12AFD"/>
    <w:rsid w:val="00F15830"/>
    <w:rsid w:val="00F17567"/>
    <w:rsid w:val="00F27A7B"/>
    <w:rsid w:val="00F41AB9"/>
    <w:rsid w:val="00F526AF"/>
    <w:rsid w:val="00F617C3"/>
    <w:rsid w:val="00F66869"/>
    <w:rsid w:val="00F7066B"/>
    <w:rsid w:val="00F83B28"/>
    <w:rsid w:val="00F96619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96CCB"/>
  <w15:docId w15:val="{1485EF44-BAFF-4203-9447-2FDF1B5D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F9BC-8134-494C-9FDB-9344C766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9</cp:revision>
  <cp:lastPrinted>2019-02-06T12:12:00Z</cp:lastPrinted>
  <dcterms:created xsi:type="dcterms:W3CDTF">2024-09-11T13:10:00Z</dcterms:created>
  <dcterms:modified xsi:type="dcterms:W3CDTF">2025-01-30T20:49:00Z</dcterms:modified>
</cp:coreProperties>
</file>